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5442" w:rsidRPr="00E43F95" w14:paraId="16901EBE" w14:textId="77777777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F6A7" w14:textId="77777777" w:rsidR="00915442" w:rsidRPr="00E43F95" w:rsidRDefault="00915442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915442" w:rsidRPr="00E43F95" w14:paraId="1E952E2B" w14:textId="77777777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9"/>
        </w:trPr>
        <w:tc>
          <w:tcPr>
            <w:tcW w:w="3850" w:type="dxa"/>
            <w:vAlign w:val="bottom"/>
          </w:tcPr>
          <w:p w14:paraId="31F809BC" w14:textId="77777777" w:rsidR="00915442" w:rsidRPr="00E43F95" w:rsidRDefault="00915442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43F9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A394E" w14:textId="77777777" w:rsidR="00915442" w:rsidRPr="00E43F95" w:rsidRDefault="00915442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915442" w:rsidRPr="00E43F95" w14:paraId="43CA7B07" w14:textId="77777777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8F060" w14:textId="77777777" w:rsidR="00915442" w:rsidRPr="00E43F95" w:rsidRDefault="00915442" w:rsidP="00E43F9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r w:rsidRPr="00543B19">
              <w:rPr>
                <w:b/>
                <w:color w:val="000000"/>
              </w:rPr>
              <w:t xml:space="preserve">Oświadczenie Wykonawcy  </w:t>
            </w:r>
            <w:r w:rsidRPr="00543B19">
              <w:rPr>
                <w:b/>
                <w:bCs/>
                <w:color w:val="000000"/>
              </w:rPr>
              <w:t>o braku podstaw do wykluczenia z postępowania</w:t>
            </w:r>
          </w:p>
        </w:tc>
      </w:tr>
    </w:tbl>
    <w:p w14:paraId="49DE8173" w14:textId="77777777" w:rsidR="00915442" w:rsidRPr="00E43F95" w:rsidRDefault="00E43F95" w:rsidP="00495E77">
      <w:pPr>
        <w:pStyle w:val="Nagwek"/>
        <w:tabs>
          <w:tab w:val="clear" w:pos="4536"/>
          <w:tab w:val="clear" w:pos="9072"/>
        </w:tabs>
        <w:spacing w:before="90"/>
        <w:ind w:right="-567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915442" w:rsidRPr="00E43F95">
        <w:rPr>
          <w:sz w:val="22"/>
          <w:szCs w:val="22"/>
        </w:rPr>
        <w:t>Niniejszym oświadczam/y, iż nie występują okoliczności skutkujące wykluczeniem z postępowania w oparciu o niżej określone przesłanki:</w:t>
      </w:r>
    </w:p>
    <w:p w14:paraId="781904AC" w14:textId="77777777" w:rsidR="00915442" w:rsidRPr="00E43F95" w:rsidRDefault="00915442" w:rsidP="00495E77">
      <w:pPr>
        <w:pStyle w:val="Tekstpodstawowy3"/>
        <w:keepNext w:val="0"/>
        <w:numPr>
          <w:ilvl w:val="0"/>
          <w:numId w:val="12"/>
        </w:numPr>
        <w:ind w:left="284" w:hanging="284"/>
        <w:rPr>
          <w:sz w:val="22"/>
          <w:szCs w:val="22"/>
        </w:rPr>
      </w:pPr>
      <w:r w:rsidRPr="00E43F95">
        <w:rPr>
          <w:sz w:val="22"/>
          <w:szCs w:val="22"/>
        </w:rPr>
        <w:t>Z postępowania o udzielenie zamówienia wyklucza się wykonawcę:</w:t>
      </w:r>
    </w:p>
    <w:p w14:paraId="72D529E6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7"/>
        <w:rPr>
          <w:sz w:val="22"/>
          <w:szCs w:val="22"/>
        </w:rPr>
      </w:pPr>
      <w:r w:rsidRPr="00E43F95">
        <w:rPr>
          <w:sz w:val="22"/>
          <w:szCs w:val="22"/>
        </w:rPr>
        <w:t>będącego osobą fizyczną, którego prawomocnie skazano za przestępstwo:</w:t>
      </w:r>
    </w:p>
    <w:p w14:paraId="76B560A6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2749C980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handlu ludźmi, o którym mowa w art. 189a Kodeksu karnego,</w:t>
      </w:r>
    </w:p>
    <w:p w14:paraId="54C3FD74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7DDF2FB1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635905C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charakterze terrorystycznym, o którym mowa w art. 115 § 20 Kodeksu karnego, lub mające na celu popełnienie tego przestępstwa,</w:t>
      </w:r>
    </w:p>
    <w:p w14:paraId="7FF00B62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6F1B972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2641437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4687EF7" w14:textId="77777777" w:rsidR="00915442" w:rsidRPr="00E43F95" w:rsidRDefault="00915442" w:rsidP="00495E77">
      <w:pPr>
        <w:pStyle w:val="Tekstpodstawowy3"/>
        <w:keepNext w:val="0"/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- lub za odpowiedni czyn zabroniony określony w przepisach prawa obcego;</w:t>
      </w:r>
    </w:p>
    <w:p w14:paraId="37DB7C4F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</w:t>
      </w:r>
      <w:r w:rsidRPr="00E43F95">
        <w:rPr>
          <w:sz w:val="22"/>
          <w:szCs w:val="22"/>
        </w:rPr>
        <w:lastRenderedPageBreak/>
        <w:t xml:space="preserve">lub komandytowo-akcyjnej lub prokurenta prawomocnie skazano za przestępstwo,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1) powyżej;</w:t>
      </w:r>
    </w:p>
    <w:p w14:paraId="7A3CAD79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04D805CE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prawomocnie orzeczono zakaz ubiegania się o zamówienia publiczne;</w:t>
      </w:r>
    </w:p>
    <w:p w14:paraId="6E635346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</w:t>
      </w:r>
      <w:r w:rsidR="00235966">
        <w:rPr>
          <w:sz w:val="22"/>
          <w:szCs w:val="22"/>
        </w:rPr>
        <w:t>Z</w:t>
      </w:r>
      <w:r w:rsidRPr="00E43F95">
        <w:rPr>
          <w:sz w:val="22"/>
          <w:szCs w:val="22"/>
        </w:rPr>
        <w:t>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37EA168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C03121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7CD9A0D8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naruszył obowiązki w dziedzinie ochrony środowiska, prawa socjalnego lub prawa pracy:</w:t>
      </w:r>
    </w:p>
    <w:p w14:paraId="43FC69EB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5782221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CC229F3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FD02093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8. lit. a) lub b);</w:t>
      </w:r>
    </w:p>
    <w:p w14:paraId="5E7E8450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w stosunku, do którego otwarto likwidację, ogłoszono upadłość, którego aktywami zarządza likwidator lub sąd, zawarł układ z wierzycielami, którego działalność gospodarcza </w:t>
      </w:r>
      <w:r w:rsidRPr="00E43F95">
        <w:rPr>
          <w:sz w:val="22"/>
          <w:szCs w:val="22"/>
        </w:rPr>
        <w:lastRenderedPageBreak/>
        <w:t>jest zawieszona albo znajduje się on w innej tego rodzaju sytuacji wynikającej z podobnej procedury przewidzianej w przepisach miejsca wszczęcia tej procedury;</w:t>
      </w:r>
    </w:p>
    <w:p w14:paraId="36A6D3E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występuje konflikt interesów w rozumieniu art. 56 ust. 2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którego nie można skutecznie wyeliminować w inny sposób niż przez wykluczenie wykonawcy;</w:t>
      </w:r>
    </w:p>
    <w:p w14:paraId="391BC212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8F10A1F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521E427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);</w:t>
      </w:r>
    </w:p>
    <w:p w14:paraId="6DE7DA9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72B8CDA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36B59B7D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</w:t>
      </w:r>
    </w:p>
    <w:p w14:paraId="701AE9F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nie wyjaśnił lub nie uzupełnił dokumentów w terminie zgodnie z wezwaniem Zamawiającego;</w:t>
      </w:r>
    </w:p>
    <w:p w14:paraId="538DB318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 dzień składania ofert nie zostali zakwalifikowani do WWK Zamawiającego w kategorii wskazanej w Specyfikacji;</w:t>
      </w:r>
    </w:p>
    <w:p w14:paraId="7E1C72F6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posiada status „wykreślony” w WWK Zamawiającego,</w:t>
      </w:r>
    </w:p>
    <w:p w14:paraId="2473400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746B2AEB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5A814A" w14:textId="77777777" w:rsidR="00915442" w:rsidRPr="00E43F95" w:rsidRDefault="00915442" w:rsidP="00495E77">
      <w:pPr>
        <w:pStyle w:val="Nagwek"/>
        <w:numPr>
          <w:ilvl w:val="0"/>
          <w:numId w:val="12"/>
        </w:numPr>
        <w:tabs>
          <w:tab w:val="left" w:pos="993"/>
        </w:tabs>
        <w:spacing w:before="90"/>
        <w:ind w:left="284" w:right="-566" w:hanging="426"/>
        <w:rPr>
          <w:sz w:val="22"/>
          <w:szCs w:val="22"/>
        </w:rPr>
      </w:pPr>
      <w:r w:rsidRPr="00E43F95">
        <w:rPr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011EE0E8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8A6E2C6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55568C23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4B079F" w14:textId="77777777" w:rsidR="00915442" w:rsidRPr="00E43F95" w:rsidRDefault="00915442" w:rsidP="00CC25CB">
      <w:pPr>
        <w:spacing w:before="240" w:after="120" w:line="312" w:lineRule="auto"/>
        <w:ind w:left="568" w:right="-567" w:hanging="568"/>
        <w:rPr>
          <w:sz w:val="22"/>
          <w:szCs w:val="22"/>
        </w:rPr>
      </w:pPr>
      <w:r w:rsidRPr="00E43F95">
        <w:rPr>
          <w:sz w:val="22"/>
          <w:szCs w:val="22"/>
        </w:rPr>
        <w:t>II Ponadto oświadczam/y, że: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915442" w:rsidRPr="00E43F95" w14:paraId="33FD38DA" w14:textId="77777777" w:rsidTr="00543B19">
        <w:trPr>
          <w:trHeight w:val="1536"/>
        </w:trPr>
        <w:tc>
          <w:tcPr>
            <w:tcW w:w="9776" w:type="dxa"/>
          </w:tcPr>
          <w:p w14:paraId="7D704C4E" w14:textId="77777777" w:rsidR="00915442" w:rsidRPr="00543B19" w:rsidRDefault="00915442" w:rsidP="00543B19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 na podstawie ustawy z dnia 1 marca 2018 r. o przeciwdziałaniu praniu pieniędzy oraz finansowaniu terroryzmu, jestem/</w:t>
            </w:r>
            <w:proofErr w:type="spellStart"/>
            <w:r w:rsidRPr="00543B19">
              <w:rPr>
                <w:sz w:val="22"/>
                <w:szCs w:val="22"/>
              </w:rPr>
              <w:t>śmy</w:t>
            </w:r>
            <w:proofErr w:type="spellEnd"/>
            <w:r w:rsidRPr="00543B19">
              <w:rPr>
                <w:sz w:val="22"/>
                <w:szCs w:val="22"/>
              </w:rPr>
              <w:t xml:space="preserve"> zobowiązany/i do zgłaszania informacji </w:t>
            </w:r>
            <w:r w:rsidRPr="00543B19">
              <w:rPr>
                <w:sz w:val="22"/>
                <w:szCs w:val="22"/>
              </w:rPr>
              <w:br/>
              <w:t>o beneficjentach rzeczywistych do Centralnego Rejestru Beneficjentów Rzeczywistych</w:t>
            </w:r>
          </w:p>
          <w:p w14:paraId="582C3BC1" w14:textId="77777777" w:rsidR="00915442" w:rsidRPr="00543B19" w:rsidRDefault="00915442" w:rsidP="00543B19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TAK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  <w:r w:rsidRPr="00543B19">
              <w:rPr>
                <w:sz w:val="22"/>
                <w:szCs w:val="22"/>
              </w:rPr>
              <w:t xml:space="preserve"> / NIE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</w:p>
        </w:tc>
      </w:tr>
      <w:tr w:rsidR="00915442" w:rsidRPr="00E43F95" w14:paraId="6D915BF9" w14:textId="77777777" w:rsidTr="00543B19">
        <w:trPr>
          <w:trHeight w:val="386"/>
        </w:trPr>
        <w:tc>
          <w:tcPr>
            <w:tcW w:w="9776" w:type="dxa"/>
            <w:hideMark/>
          </w:tcPr>
          <w:p w14:paraId="147ABF97" w14:textId="77777777" w:rsidR="00915442" w:rsidRPr="00543B19" w:rsidRDefault="00915442" w:rsidP="00543B19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543B19">
              <w:rPr>
                <w:sz w:val="22"/>
                <w:szCs w:val="22"/>
              </w:rPr>
              <w:t xml:space="preserve"> w rozumieniu art. 3 ust. 1 pkt 37 ustawy z 29 września 1994 r. o rachunkowości jestem/</w:t>
            </w:r>
            <w:proofErr w:type="spellStart"/>
            <w:r w:rsidRPr="00543B19">
              <w:rPr>
                <w:sz w:val="22"/>
                <w:szCs w:val="22"/>
              </w:rPr>
              <w:t>śmy</w:t>
            </w:r>
            <w:proofErr w:type="spellEnd"/>
            <w:r w:rsidRPr="00543B19">
              <w:rPr>
                <w:sz w:val="22"/>
                <w:szCs w:val="22"/>
              </w:rPr>
              <w:t xml:space="preserve"> jednostką zależną, nad którą kontrolę sprawuje jednostka dominująca </w:t>
            </w:r>
          </w:p>
          <w:p w14:paraId="4414C6C4" w14:textId="77777777" w:rsidR="00915442" w:rsidRPr="00543B19" w:rsidRDefault="00915442" w:rsidP="00543B19">
            <w:pPr>
              <w:pStyle w:val="Akapitzlist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TAK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  <w:r w:rsidRPr="00543B19">
              <w:rPr>
                <w:sz w:val="22"/>
                <w:szCs w:val="22"/>
              </w:rPr>
              <w:t xml:space="preserve"> / NIE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</w:p>
          <w:p w14:paraId="6C1A2EE8" w14:textId="77777777" w:rsidR="00E43F95" w:rsidRPr="00543B19" w:rsidRDefault="00E43F95" w:rsidP="00543B19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43867517" w14:textId="77777777" w:rsidR="00915442" w:rsidRPr="00543B19" w:rsidRDefault="001B5158" w:rsidP="00543B19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543B19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</w:t>
            </w:r>
            <w:r w:rsidR="00915442" w:rsidRPr="00543B19">
              <w:rPr>
                <w:sz w:val="20"/>
                <w:szCs w:val="20"/>
                <w:shd w:val="clear" w:color="auto" w:fill="FFFFFF"/>
              </w:rPr>
              <w:t>…</w:t>
            </w:r>
          </w:p>
          <w:p w14:paraId="1846C21C" w14:textId="77777777" w:rsidR="00915442" w:rsidRPr="00543B19" w:rsidRDefault="00915442" w:rsidP="00543B19">
            <w:pPr>
              <w:spacing w:before="0"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 w:rsidRPr="00543B19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543B19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</w:tc>
      </w:tr>
    </w:tbl>
    <w:p w14:paraId="7C825B4F" w14:textId="77777777" w:rsidR="00915442" w:rsidRPr="00E43F95" w:rsidRDefault="00915442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2FF5EFA5" w14:textId="77777777" w:rsidR="00915442" w:rsidRPr="00E43F95" w:rsidRDefault="00915442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5442" w:rsidRPr="00E43F95" w14:paraId="4E03555D" w14:textId="77777777" w:rsidTr="00E43F95">
        <w:trPr>
          <w:trHeight w:hRule="exact" w:val="1691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4FDB" w14:textId="77777777" w:rsidR="00915442" w:rsidRPr="00E43F95" w:rsidRDefault="00915442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F3FE8" w14:textId="77777777" w:rsidR="00915442" w:rsidRPr="00E43F95" w:rsidRDefault="00915442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915442" w:rsidRPr="00E43F95" w14:paraId="739502DD" w14:textId="77777777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0EE9F75" w14:textId="77777777" w:rsidR="00915442" w:rsidRPr="00E43F95" w:rsidRDefault="00915442" w:rsidP="00C50C58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684112" w14:textId="77777777" w:rsidR="00915442" w:rsidRPr="00E43F95" w:rsidRDefault="00915442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69BC262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07D0B3D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824CA46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670B23A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4C7229E5" w14:textId="77777777" w:rsidR="00915442" w:rsidRPr="00E43F95" w:rsidRDefault="00915442" w:rsidP="0023596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left="284" w:right="-851" w:hanging="284"/>
        <w:rPr>
          <w:sz w:val="20"/>
          <w:szCs w:val="20"/>
        </w:rPr>
        <w:sectPr w:rsidR="00915442" w:rsidRPr="00E43F95" w:rsidSect="00E43F95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  <w:r w:rsidRPr="00E43F95">
        <w:rPr>
          <w:sz w:val="20"/>
          <w:szCs w:val="20"/>
          <w:u w:val="single"/>
        </w:rPr>
        <w:t>UWAGA:</w:t>
      </w:r>
      <w:r w:rsidRPr="00E43F95">
        <w:rPr>
          <w:sz w:val="20"/>
          <w:szCs w:val="20"/>
        </w:rPr>
        <w:t xml:space="preserve"> w przypadku Wykonawców wspólnie ubiegających się o udzielenie zamówienia, niniejsze oświadczenie składa każdy z Wykonawców wspólnie ubiegających się o udzielenie zamówienia.</w:t>
      </w:r>
    </w:p>
    <w:p w14:paraId="52BE1354" w14:textId="77777777" w:rsidR="00915442" w:rsidRPr="00E43F95" w:rsidRDefault="00915442" w:rsidP="00EE0CD3">
      <w:pPr>
        <w:pStyle w:val="Nagwek"/>
        <w:tabs>
          <w:tab w:val="clear" w:pos="4536"/>
          <w:tab w:val="clear" w:pos="9072"/>
        </w:tabs>
        <w:spacing w:before="0"/>
        <w:ind w:left="360" w:right="-851"/>
        <w:jc w:val="left"/>
      </w:pPr>
    </w:p>
    <w:sectPr w:rsidR="00915442" w:rsidRPr="00E43F95" w:rsidSect="00915442">
      <w:headerReference w:type="default" r:id="rId10"/>
      <w:footerReference w:type="default" r:id="rId11"/>
      <w:type w:val="continuous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21FD4" w14:textId="77777777" w:rsidR="00EE0170" w:rsidRDefault="00EE0170">
      <w:pPr>
        <w:spacing w:before="0"/>
      </w:pPr>
      <w:r>
        <w:separator/>
      </w:r>
    </w:p>
  </w:endnote>
  <w:endnote w:type="continuationSeparator" w:id="0">
    <w:p w14:paraId="0FD91890" w14:textId="77777777" w:rsidR="00EE0170" w:rsidRDefault="00EE01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422F" w14:textId="77777777" w:rsidR="00915442" w:rsidRPr="00890725" w:rsidRDefault="00915442" w:rsidP="00E43F95">
    <w:pPr>
      <w:spacing w:before="0"/>
      <w:ind w:right="-424"/>
      <w:jc w:val="right"/>
      <w:rPr>
        <w:sz w:val="20"/>
        <w:szCs w:val="20"/>
      </w:rPr>
    </w:pPr>
  </w:p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1"/>
      <w:gridCol w:w="2105"/>
    </w:tblGrid>
    <w:tr w:rsidR="00915442" w:rsidRPr="00F47E3E" w14:paraId="25EAC3C9" w14:textId="77777777" w:rsidTr="00E43F95">
      <w:trPr>
        <w:trHeight w:val="362"/>
      </w:trPr>
      <w:tc>
        <w:tcPr>
          <w:tcW w:w="4005" w:type="dxa"/>
        </w:tcPr>
        <w:p w14:paraId="22B7D387" w14:textId="77777777"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671" w:type="dxa"/>
        </w:tcPr>
        <w:p w14:paraId="013AB358" w14:textId="77777777" w:rsidR="00915442" w:rsidRPr="00F47E3E" w:rsidRDefault="00915442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2105" w:type="dxa"/>
        </w:tcPr>
        <w:p w14:paraId="43FEED84" w14:textId="77777777"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1B5158">
            <w:rPr>
              <w:noProof/>
              <w:sz w:val="16"/>
              <w:szCs w:val="16"/>
            </w:rPr>
            <w:t>3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1B5158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3A65CB5D" w14:textId="77777777" w:rsidR="00915442" w:rsidRPr="00890725" w:rsidRDefault="00915442" w:rsidP="00F47E3E">
    <w:pPr>
      <w:pStyle w:val="Stopka"/>
      <w:spacing w:before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9197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0"/>
      <w:gridCol w:w="1538"/>
    </w:tblGrid>
    <w:tr w:rsidR="00EF7E78" w:rsidRPr="00F47E3E" w14:paraId="3C169937" w14:textId="77777777" w:rsidTr="00BA00E9">
      <w:trPr>
        <w:trHeight w:val="362"/>
      </w:trPr>
      <w:tc>
        <w:tcPr>
          <w:tcW w:w="4242" w:type="dxa"/>
        </w:tcPr>
        <w:p w14:paraId="76B134CE" w14:textId="77777777"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0743B2DC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4B314450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915442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DC1517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4A0098E3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3E58" w14:textId="77777777" w:rsidR="00EE0170" w:rsidRDefault="00EE0170">
      <w:pPr>
        <w:spacing w:before="0"/>
      </w:pPr>
      <w:r>
        <w:separator/>
      </w:r>
    </w:p>
  </w:footnote>
  <w:footnote w:type="continuationSeparator" w:id="0">
    <w:p w14:paraId="0E97A178" w14:textId="77777777" w:rsidR="00EE0170" w:rsidRDefault="00EE01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915442" w14:paraId="712AAFDA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65A243" w14:textId="77777777" w:rsidR="00915442" w:rsidRDefault="00915442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0EA05B" w14:textId="77777777" w:rsidR="00915442" w:rsidRDefault="00915442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915442" w14:paraId="32961F44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A93483" w14:textId="77777777" w:rsidR="00915442" w:rsidRPr="00B228F5" w:rsidRDefault="00915442" w:rsidP="00AA779B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B228F5">
            <w:rPr>
              <w:b/>
              <w:bCs/>
              <w:sz w:val="18"/>
              <w:szCs w:val="18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5031E0" w14:textId="77777777" w:rsidR="00915442" w:rsidRPr="00B228F5" w:rsidRDefault="00915442" w:rsidP="00AA779B">
          <w:pPr>
            <w:pStyle w:val="Nagwek"/>
            <w:spacing w:before="0" w:after="20"/>
            <w:jc w:val="right"/>
            <w:rPr>
              <w:b/>
              <w:bCs/>
              <w:sz w:val="18"/>
              <w:szCs w:val="18"/>
            </w:rPr>
          </w:pPr>
          <w:r w:rsidRPr="00B228F5">
            <w:rPr>
              <w:sz w:val="18"/>
              <w:szCs w:val="18"/>
            </w:rPr>
            <w:t>oznaczenie sprawy:</w:t>
          </w:r>
        </w:p>
      </w:tc>
    </w:tr>
    <w:tr w:rsidR="00915442" w14:paraId="4E17F927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43A32B8" w14:textId="77777777" w:rsidR="00915442" w:rsidRPr="00B228F5" w:rsidRDefault="00915442" w:rsidP="005F540C">
          <w:pPr>
            <w:pStyle w:val="Nagwek"/>
            <w:spacing w:before="0" w:after="40"/>
            <w:jc w:val="left"/>
            <w:rPr>
              <w:sz w:val="18"/>
              <w:szCs w:val="18"/>
            </w:rPr>
          </w:pPr>
          <w:r w:rsidRPr="00B228F5">
            <w:rPr>
              <w:b/>
              <w:bCs/>
              <w:sz w:val="18"/>
              <w:szCs w:val="18"/>
            </w:rPr>
            <w:t xml:space="preserve">DO WYKLUCZENIA Z POSTĘPOWANIA DLA WWK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B88D78" w14:textId="5548412E" w:rsidR="00915442" w:rsidRPr="00B228F5" w:rsidRDefault="00915442" w:rsidP="00E43F95">
          <w:pPr>
            <w:spacing w:before="0"/>
            <w:jc w:val="right"/>
            <w:rPr>
              <w:b/>
              <w:sz w:val="18"/>
              <w:szCs w:val="18"/>
            </w:rPr>
          </w:pPr>
          <w:r w:rsidRPr="00B228F5">
            <w:rPr>
              <w:b/>
              <w:sz w:val="18"/>
              <w:szCs w:val="18"/>
            </w:rPr>
            <w:t>RPUZ/P/</w:t>
          </w:r>
          <w:r w:rsidR="00EE0170">
            <w:rPr>
              <w:b/>
              <w:sz w:val="18"/>
              <w:szCs w:val="18"/>
            </w:rPr>
            <w:t>0775</w:t>
          </w:r>
          <w:r w:rsidR="00CC25CB" w:rsidRPr="00B228F5">
            <w:rPr>
              <w:b/>
              <w:sz w:val="18"/>
              <w:szCs w:val="18"/>
            </w:rPr>
            <w:t>/202</w:t>
          </w:r>
          <w:r w:rsidR="00B228F5">
            <w:rPr>
              <w:b/>
              <w:sz w:val="18"/>
              <w:szCs w:val="18"/>
            </w:rPr>
            <w:t>5</w:t>
          </w:r>
          <w:r w:rsidRPr="00B228F5">
            <w:rPr>
              <w:b/>
              <w:sz w:val="18"/>
              <w:szCs w:val="18"/>
            </w:rPr>
            <w:t>/OD/RD-8</w:t>
          </w:r>
        </w:p>
      </w:tc>
    </w:tr>
  </w:tbl>
  <w:p w14:paraId="08BE2EBA" w14:textId="77777777" w:rsidR="00915442" w:rsidRDefault="00915442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14:paraId="3FE4EB0A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2DD5B2B" w14:textId="77777777" w:rsidR="00EF7E78" w:rsidRDefault="00EF7E78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FF5ECE" w14:textId="77777777" w:rsidR="00EF7E78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14:paraId="28636E70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19AF2E" w14:textId="77777777" w:rsidR="00EF7E78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0625BAB" w14:textId="77777777" w:rsidR="00EF7E78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14:paraId="3E5A30A0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99084D3" w14:textId="77777777" w:rsidR="00EF7E78" w:rsidRDefault="00EF7E78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4446BB" w14:textId="77777777" w:rsidR="00EF7E78" w:rsidRDefault="00CE613C" w:rsidP="00495E77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2B779A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301331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250848E9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F901544"/>
    <w:multiLevelType w:val="singleLevel"/>
    <w:tmpl w:val="546A024C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1">
    <w:nsid w:val="356C2B8C"/>
    <w:multiLevelType w:val="hybridMultilevel"/>
    <w:tmpl w:val="E804847E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1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1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1">
    <w:nsid w:val="45882F97"/>
    <w:multiLevelType w:val="hybridMultilevel"/>
    <w:tmpl w:val="CE005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1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A915091"/>
    <w:multiLevelType w:val="hybridMultilevel"/>
    <w:tmpl w:val="752EEA2A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560869473">
    <w:abstractNumId w:val="10"/>
  </w:num>
  <w:num w:numId="2" w16cid:durableId="1128737725">
    <w:abstractNumId w:val="11"/>
  </w:num>
  <w:num w:numId="3" w16cid:durableId="538319784">
    <w:abstractNumId w:val="1"/>
  </w:num>
  <w:num w:numId="4" w16cid:durableId="627705635">
    <w:abstractNumId w:val="2"/>
  </w:num>
  <w:num w:numId="5" w16cid:durableId="1822581453">
    <w:abstractNumId w:val="12"/>
  </w:num>
  <w:num w:numId="6" w16cid:durableId="644630074">
    <w:abstractNumId w:val="6"/>
  </w:num>
  <w:num w:numId="7" w16cid:durableId="190698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347366">
    <w:abstractNumId w:val="3"/>
  </w:num>
  <w:num w:numId="9" w16cid:durableId="1681738307">
    <w:abstractNumId w:val="7"/>
  </w:num>
  <w:num w:numId="10" w16cid:durableId="623317536">
    <w:abstractNumId w:val="5"/>
  </w:num>
  <w:num w:numId="11" w16cid:durableId="186410295">
    <w:abstractNumId w:val="0"/>
  </w:num>
  <w:num w:numId="12" w16cid:durableId="765540781">
    <w:abstractNumId w:val="8"/>
  </w:num>
  <w:num w:numId="13" w16cid:durableId="1630864743">
    <w:abstractNumId w:val="4"/>
  </w:num>
  <w:num w:numId="14" w16cid:durableId="187723556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0170"/>
    <w:rsid w:val="000014CB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5157D"/>
    <w:rsid w:val="000561C2"/>
    <w:rsid w:val="000573B2"/>
    <w:rsid w:val="0006294F"/>
    <w:rsid w:val="000631EE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5875"/>
    <w:rsid w:val="000B110F"/>
    <w:rsid w:val="000B6AEC"/>
    <w:rsid w:val="000C1D17"/>
    <w:rsid w:val="000C56A5"/>
    <w:rsid w:val="000D273C"/>
    <w:rsid w:val="000D3189"/>
    <w:rsid w:val="000D35A1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4ED"/>
    <w:rsid w:val="00160E86"/>
    <w:rsid w:val="00161F40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1E1B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158"/>
    <w:rsid w:val="001B5BB4"/>
    <w:rsid w:val="001B7AE7"/>
    <w:rsid w:val="001C0A2A"/>
    <w:rsid w:val="001C1DD9"/>
    <w:rsid w:val="001C5337"/>
    <w:rsid w:val="001C636B"/>
    <w:rsid w:val="001C6681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7CC5"/>
    <w:rsid w:val="001D7D32"/>
    <w:rsid w:val="001E36F3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9F0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35966"/>
    <w:rsid w:val="0024230A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172"/>
    <w:rsid w:val="00294C55"/>
    <w:rsid w:val="002A23C6"/>
    <w:rsid w:val="002A3869"/>
    <w:rsid w:val="002B1102"/>
    <w:rsid w:val="002B1242"/>
    <w:rsid w:val="002B3CC9"/>
    <w:rsid w:val="002B69AD"/>
    <w:rsid w:val="002B779A"/>
    <w:rsid w:val="002C0597"/>
    <w:rsid w:val="002C0600"/>
    <w:rsid w:val="002C0C6E"/>
    <w:rsid w:val="002C23E4"/>
    <w:rsid w:val="002C42B3"/>
    <w:rsid w:val="002C74C6"/>
    <w:rsid w:val="002D2637"/>
    <w:rsid w:val="002D3446"/>
    <w:rsid w:val="002E2A42"/>
    <w:rsid w:val="002E54B9"/>
    <w:rsid w:val="002E6A0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4117E"/>
    <w:rsid w:val="0034135D"/>
    <w:rsid w:val="0034417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0704"/>
    <w:rsid w:val="003C162F"/>
    <w:rsid w:val="003C1940"/>
    <w:rsid w:val="003C3F2C"/>
    <w:rsid w:val="003C4ED3"/>
    <w:rsid w:val="003D1F47"/>
    <w:rsid w:val="003D4F17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73E21"/>
    <w:rsid w:val="00480230"/>
    <w:rsid w:val="0048040E"/>
    <w:rsid w:val="00492BEB"/>
    <w:rsid w:val="00495E77"/>
    <w:rsid w:val="00497924"/>
    <w:rsid w:val="00497A94"/>
    <w:rsid w:val="004A41BF"/>
    <w:rsid w:val="004B1EA0"/>
    <w:rsid w:val="004B56BA"/>
    <w:rsid w:val="004B5F4A"/>
    <w:rsid w:val="004B6BA3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B19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1190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701A"/>
    <w:rsid w:val="00613CE4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4964"/>
    <w:rsid w:val="006877A9"/>
    <w:rsid w:val="006A2C34"/>
    <w:rsid w:val="006A4DB3"/>
    <w:rsid w:val="006A5D99"/>
    <w:rsid w:val="006C1185"/>
    <w:rsid w:val="006C20AD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6B07"/>
    <w:rsid w:val="00700C63"/>
    <w:rsid w:val="00702DB4"/>
    <w:rsid w:val="00712786"/>
    <w:rsid w:val="0071556A"/>
    <w:rsid w:val="00715F54"/>
    <w:rsid w:val="007169C0"/>
    <w:rsid w:val="00717095"/>
    <w:rsid w:val="00721332"/>
    <w:rsid w:val="007277BA"/>
    <w:rsid w:val="00732D6E"/>
    <w:rsid w:val="007411AC"/>
    <w:rsid w:val="00742EBE"/>
    <w:rsid w:val="00746FD3"/>
    <w:rsid w:val="0075046B"/>
    <w:rsid w:val="0075069D"/>
    <w:rsid w:val="0075211B"/>
    <w:rsid w:val="007544C7"/>
    <w:rsid w:val="00754D3A"/>
    <w:rsid w:val="0076355C"/>
    <w:rsid w:val="007655D0"/>
    <w:rsid w:val="00773CEA"/>
    <w:rsid w:val="007743BF"/>
    <w:rsid w:val="007764FC"/>
    <w:rsid w:val="00786C2F"/>
    <w:rsid w:val="00794DF6"/>
    <w:rsid w:val="00797C97"/>
    <w:rsid w:val="007B4CC8"/>
    <w:rsid w:val="007B7515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703A"/>
    <w:rsid w:val="007F10FF"/>
    <w:rsid w:val="007F62B4"/>
    <w:rsid w:val="007F652E"/>
    <w:rsid w:val="007F6D10"/>
    <w:rsid w:val="008011CC"/>
    <w:rsid w:val="008030DC"/>
    <w:rsid w:val="00810DF9"/>
    <w:rsid w:val="00815CE8"/>
    <w:rsid w:val="00824080"/>
    <w:rsid w:val="00830FBE"/>
    <w:rsid w:val="00832087"/>
    <w:rsid w:val="008323AC"/>
    <w:rsid w:val="008402F9"/>
    <w:rsid w:val="00840FF0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876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D08AC"/>
    <w:rsid w:val="008D0C1E"/>
    <w:rsid w:val="008D66B7"/>
    <w:rsid w:val="008D6C91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11C84"/>
    <w:rsid w:val="0091257B"/>
    <w:rsid w:val="0091433B"/>
    <w:rsid w:val="00914449"/>
    <w:rsid w:val="00915442"/>
    <w:rsid w:val="0093451F"/>
    <w:rsid w:val="009360F8"/>
    <w:rsid w:val="00936DC7"/>
    <w:rsid w:val="00937C4D"/>
    <w:rsid w:val="0094104B"/>
    <w:rsid w:val="009442F8"/>
    <w:rsid w:val="00946354"/>
    <w:rsid w:val="009477AB"/>
    <w:rsid w:val="00951168"/>
    <w:rsid w:val="00951639"/>
    <w:rsid w:val="00951C8E"/>
    <w:rsid w:val="00953DAD"/>
    <w:rsid w:val="009556FA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AEA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C3F3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28F5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7D8C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B7FDA"/>
    <w:rsid w:val="00BC6A6B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22C2E"/>
    <w:rsid w:val="00C26511"/>
    <w:rsid w:val="00C3071F"/>
    <w:rsid w:val="00C34AC1"/>
    <w:rsid w:val="00C43D0B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25CB"/>
    <w:rsid w:val="00CC51A0"/>
    <w:rsid w:val="00CC59BA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E613C"/>
    <w:rsid w:val="00CF4822"/>
    <w:rsid w:val="00CF4EEE"/>
    <w:rsid w:val="00CF5317"/>
    <w:rsid w:val="00CF69B7"/>
    <w:rsid w:val="00CF750F"/>
    <w:rsid w:val="00D00E57"/>
    <w:rsid w:val="00D01823"/>
    <w:rsid w:val="00D03BC6"/>
    <w:rsid w:val="00D0629B"/>
    <w:rsid w:val="00D070F7"/>
    <w:rsid w:val="00D116E7"/>
    <w:rsid w:val="00D14572"/>
    <w:rsid w:val="00D337D7"/>
    <w:rsid w:val="00D34A6E"/>
    <w:rsid w:val="00D354F9"/>
    <w:rsid w:val="00D36C70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53EA"/>
    <w:rsid w:val="00D85993"/>
    <w:rsid w:val="00D87AE8"/>
    <w:rsid w:val="00D91F24"/>
    <w:rsid w:val="00DA005D"/>
    <w:rsid w:val="00DA1612"/>
    <w:rsid w:val="00DA6C51"/>
    <w:rsid w:val="00DB0B4D"/>
    <w:rsid w:val="00DB47E9"/>
    <w:rsid w:val="00DB4E1F"/>
    <w:rsid w:val="00DB5CCD"/>
    <w:rsid w:val="00DC1517"/>
    <w:rsid w:val="00DC2F76"/>
    <w:rsid w:val="00DC62B1"/>
    <w:rsid w:val="00DD02C5"/>
    <w:rsid w:val="00DD09EE"/>
    <w:rsid w:val="00DD0C92"/>
    <w:rsid w:val="00DD28D0"/>
    <w:rsid w:val="00DD775A"/>
    <w:rsid w:val="00DE10ED"/>
    <w:rsid w:val="00DF15CC"/>
    <w:rsid w:val="00DF1D5E"/>
    <w:rsid w:val="00DF5CB7"/>
    <w:rsid w:val="00E016A0"/>
    <w:rsid w:val="00E01F64"/>
    <w:rsid w:val="00E10DCE"/>
    <w:rsid w:val="00E116AB"/>
    <w:rsid w:val="00E14804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40E12"/>
    <w:rsid w:val="00E42CAF"/>
    <w:rsid w:val="00E43F95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0170"/>
    <w:rsid w:val="00EE0CD3"/>
    <w:rsid w:val="00EE3B04"/>
    <w:rsid w:val="00EE7786"/>
    <w:rsid w:val="00EF272B"/>
    <w:rsid w:val="00EF2A0D"/>
    <w:rsid w:val="00EF2C2B"/>
    <w:rsid w:val="00EF378E"/>
    <w:rsid w:val="00EF5E20"/>
    <w:rsid w:val="00EF7977"/>
    <w:rsid w:val="00EF7E78"/>
    <w:rsid w:val="00F05495"/>
    <w:rsid w:val="00F070CF"/>
    <w:rsid w:val="00F138A0"/>
    <w:rsid w:val="00F22D55"/>
    <w:rsid w:val="00F3238C"/>
    <w:rsid w:val="00F365BA"/>
    <w:rsid w:val="00F37DF7"/>
    <w:rsid w:val="00F403DC"/>
    <w:rsid w:val="00F4047C"/>
    <w:rsid w:val="00F40BCB"/>
    <w:rsid w:val="00F43AE5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3E4C"/>
    <w:rsid w:val="00F94E9F"/>
    <w:rsid w:val="00F9695E"/>
    <w:rsid w:val="00FA03CE"/>
    <w:rsid w:val="00FB24C7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8A1BFE"/>
  <w14:defaultImageDpi w14:val="0"/>
  <w15:docId w15:val="{B8ABFB12-4E77-4B05-98E3-BF996460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8C262A"/>
    <w:rPr>
      <w:rFonts w:cs="Times New Roman"/>
    </w:rPr>
  </w:style>
  <w:style w:type="character" w:customStyle="1" w:styleId="yes1">
    <w:name w:val="yes1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46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13_oswiad_o_braku_podst_do_wyk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1279-A41D-45A9-9F91-53B58AD8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Z13_oswiad_o_braku_podst_do_wykl.dot</Template>
  <TotalTime>0</TotalTime>
  <Pages>4</Pages>
  <Words>1512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Z13 Oswiadczenie o braku podstaw do wykluczenia</vt:lpstr>
    </vt:vector>
  </TitlesOfParts>
  <Company>Microsoft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Z13 Oswiadczenie o braku podstaw do wykluczenia</dc:title>
  <dc:subject/>
  <dc:creator>Becella Jakub</dc:creator>
  <cp:keywords/>
  <dc:description/>
  <cp:lastModifiedBy>Becella Jakub (EOP)</cp:lastModifiedBy>
  <cp:revision>1</cp:revision>
  <cp:lastPrinted>2023-04-24T09:44:00Z</cp:lastPrinted>
  <dcterms:created xsi:type="dcterms:W3CDTF">2025-11-26T12:04:00Z</dcterms:created>
  <dcterms:modified xsi:type="dcterms:W3CDTF">2025-11-26T12:11:00Z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2025-11-26T12:11:43Z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256449f6-3004-4b79-b668-f706893dfff6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